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C636" w14:textId="77777777" w:rsidR="001407B2" w:rsidRPr="00AF10CA" w:rsidRDefault="001407B2" w:rsidP="001407B2">
      <w:pPr>
        <w:keepNext/>
        <w:tabs>
          <w:tab w:val="left" w:pos="4678"/>
        </w:tabs>
        <w:suppressAutoHyphens/>
        <w:jc w:val="right"/>
        <w:rPr>
          <w:rFonts w:ascii="Arial" w:hAnsi="Arial" w:cs="Arial"/>
        </w:rPr>
      </w:pPr>
      <w:r w:rsidRPr="00AF10CA">
        <w:rPr>
          <w:rFonts w:ascii="Arial" w:hAnsi="Arial" w:cs="Arial"/>
        </w:rPr>
        <w:t>Załącznik nr 15.04</w:t>
      </w:r>
    </w:p>
    <w:p w14:paraId="619AF196" w14:textId="77777777" w:rsidR="00AF10CA" w:rsidRPr="00AF10CA" w:rsidRDefault="00AF10CA" w:rsidP="00AF10CA">
      <w:pPr>
        <w:keepNext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1032FDE2" w14:textId="77777777" w:rsidR="001407B2" w:rsidRPr="00AF10CA" w:rsidRDefault="001407B2" w:rsidP="00723F0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</w:p>
    <w:p w14:paraId="0F427A48" w14:textId="77777777" w:rsidR="001407B2" w:rsidRPr="00AF10CA" w:rsidRDefault="001407B2" w:rsidP="00723F0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</w:p>
    <w:p w14:paraId="0459D1F5" w14:textId="77777777" w:rsidR="00DE4D6D" w:rsidRPr="00AF10CA" w:rsidRDefault="00DE4D6D" w:rsidP="00723F0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.............................., dnia _ _. _ _. _ _ _ _ r.</w:t>
      </w:r>
    </w:p>
    <w:p w14:paraId="04D86785" w14:textId="77777777" w:rsidR="00DE4D6D" w:rsidRPr="00AF10CA" w:rsidRDefault="00DE4D6D" w:rsidP="00DE4D6D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AF10CA">
        <w:rPr>
          <w:rFonts w:ascii="Arial" w:eastAsia="Times New Roman" w:hAnsi="Arial" w:cs="Arial"/>
          <w:snapToGrid w:val="0"/>
          <w:lang w:eastAsia="pl-PL"/>
        </w:rPr>
        <w:t>.........................................................</w:t>
      </w:r>
    </w:p>
    <w:p w14:paraId="7D07FFAD" w14:textId="77777777" w:rsidR="00DE4D6D" w:rsidRPr="00AF10CA" w:rsidRDefault="00DE4D6D" w:rsidP="00DE4D6D">
      <w:pPr>
        <w:keepNext/>
        <w:spacing w:after="0" w:line="240" w:lineRule="auto"/>
        <w:ind w:firstLine="708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AF10CA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nagłówkowa)</w:t>
      </w:r>
    </w:p>
    <w:p w14:paraId="36E8900D" w14:textId="77777777" w:rsidR="00DE4D6D" w:rsidRPr="00AF10CA" w:rsidRDefault="00DE4D6D" w:rsidP="00DE4D6D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0D0179C3" w14:textId="77777777" w:rsidR="00201D22" w:rsidRDefault="00201D22" w:rsidP="00201D22">
      <w:pPr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</w:rPr>
        <w:t>Nr rej.: ………………………………</w:t>
      </w:r>
    </w:p>
    <w:p w14:paraId="5F7D1FF3" w14:textId="77777777" w:rsidR="00DE4D6D" w:rsidRPr="00AF10CA" w:rsidRDefault="00DE4D6D" w:rsidP="00DE4D6D">
      <w:pPr>
        <w:spacing w:after="0" w:line="240" w:lineRule="auto"/>
        <w:ind w:left="5245"/>
        <w:rPr>
          <w:rFonts w:ascii="Arial" w:eastAsia="Times New Roman" w:hAnsi="Arial"/>
          <w:b/>
          <w:szCs w:val="24"/>
          <w:lang w:eastAsia="pl-PL"/>
        </w:rPr>
      </w:pPr>
    </w:p>
    <w:p w14:paraId="5E3F9DBE" w14:textId="77777777" w:rsidR="003310BA" w:rsidRPr="00AF10CA" w:rsidRDefault="00DF41B7" w:rsidP="003310BA">
      <w:pPr>
        <w:keepNext/>
        <w:spacing w:after="0" w:line="240" w:lineRule="auto"/>
        <w:ind w:left="5245"/>
        <w:rPr>
          <w:rFonts w:ascii="Arial" w:eastAsia="Times New Roman" w:hAnsi="Arial" w:cs="Arial"/>
          <w:b/>
          <w:bCs/>
          <w:lang w:eastAsia="pl-PL"/>
        </w:rPr>
      </w:pPr>
      <w:r w:rsidRPr="00AF10CA">
        <w:rPr>
          <w:rFonts w:ascii="Arial" w:eastAsia="Times New Roman" w:hAnsi="Arial" w:cs="Arial"/>
          <w:b/>
          <w:bCs/>
          <w:lang w:eastAsia="pl-PL"/>
        </w:rPr>
        <w:t xml:space="preserve">Naczelnik </w:t>
      </w:r>
      <w:r w:rsidR="003310BA" w:rsidRPr="00AF10CA">
        <w:rPr>
          <w:rFonts w:ascii="Arial" w:eastAsia="Times New Roman" w:hAnsi="Arial" w:cs="Arial"/>
          <w:b/>
          <w:bCs/>
          <w:lang w:eastAsia="pl-PL"/>
        </w:rPr>
        <w:t>Urząd Skarbowy w</w:t>
      </w:r>
    </w:p>
    <w:p w14:paraId="49937483" w14:textId="77777777" w:rsidR="00DE4D6D" w:rsidRPr="00AF10CA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………………………………………….…</w:t>
      </w:r>
    </w:p>
    <w:p w14:paraId="38E9B469" w14:textId="77777777" w:rsidR="00DE4D6D" w:rsidRPr="00AF10CA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78BAEC6B" w14:textId="77777777" w:rsidR="00DE4D6D" w:rsidRPr="00AF10CA" w:rsidRDefault="00DE4D6D" w:rsidP="00DE4D6D">
      <w:pPr>
        <w:keepNext/>
        <w:spacing w:after="0" w:line="240" w:lineRule="auto"/>
        <w:ind w:left="4537" w:firstLine="708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360CC1A1" w14:textId="77777777" w:rsidR="00DE4D6D" w:rsidRPr="00AF10CA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226D019A" w14:textId="77777777" w:rsidR="00DE4D6D" w:rsidRPr="00AF10CA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AE328B1" w14:textId="77777777" w:rsidR="00DE4D6D" w:rsidRPr="00AF10CA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079CED8A" w14:textId="77777777" w:rsidR="00DE4D6D" w:rsidRPr="00AF10CA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2A517571" w14:textId="77777777" w:rsidR="00E21BAC" w:rsidRPr="00AF10CA" w:rsidRDefault="00E21BAC" w:rsidP="00E21BAC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AF10CA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14:paraId="54C1072F" w14:textId="77777777" w:rsidR="000D7568" w:rsidRPr="00441A66" w:rsidRDefault="00B3758A" w:rsidP="000D7568">
      <w:pPr>
        <w:spacing w:after="0" w:line="240" w:lineRule="auto"/>
        <w:jc w:val="center"/>
        <w:rPr>
          <w:rFonts w:ascii="Arial" w:eastAsia="Times New Roman" w:hAnsi="Arial"/>
          <w:b/>
          <w:kern w:val="22"/>
          <w:lang w:eastAsia="pl-PL"/>
        </w:rPr>
      </w:pPr>
      <w:r w:rsidRPr="00AF10CA">
        <w:rPr>
          <w:rFonts w:ascii="Arial" w:eastAsia="Times New Roman" w:hAnsi="Arial"/>
          <w:b/>
          <w:kern w:val="22"/>
          <w:lang w:eastAsia="pl-PL"/>
        </w:rPr>
        <w:t>o udzielenie informacji</w:t>
      </w:r>
      <w:r w:rsidR="008B3531" w:rsidRPr="00AF10CA">
        <w:rPr>
          <w:rFonts w:ascii="Arial" w:eastAsia="Times New Roman" w:hAnsi="Arial"/>
          <w:b/>
          <w:kern w:val="22"/>
          <w:lang w:eastAsia="pl-PL"/>
        </w:rPr>
        <w:t xml:space="preserve"> </w:t>
      </w:r>
      <w:r w:rsidR="008B3531" w:rsidRPr="00AF10CA">
        <w:rPr>
          <w:rFonts w:ascii="Arial" w:eastAsia="Times New Roman" w:hAnsi="Arial" w:cs="Arial"/>
          <w:b/>
          <w:kern w:val="22"/>
          <w:lang w:eastAsia="ar-SA"/>
        </w:rPr>
        <w:t xml:space="preserve">dotyczących delegowania pracowników </w:t>
      </w:r>
      <w:r w:rsidR="000D7568" w:rsidRPr="008B3531">
        <w:rPr>
          <w:rFonts w:ascii="Arial" w:eastAsia="Times New Roman" w:hAnsi="Arial" w:cs="Arial"/>
          <w:b/>
          <w:kern w:val="22"/>
          <w:lang w:eastAsia="ar-SA"/>
        </w:rPr>
        <w:t>na</w:t>
      </w:r>
      <w:r w:rsidR="000D7568" w:rsidRPr="00441A66">
        <w:rPr>
          <w:rFonts w:ascii="Arial" w:eastAsia="Times New Roman" w:hAnsi="Arial" w:cs="Arial"/>
          <w:b/>
          <w:kern w:val="22"/>
          <w:lang w:eastAsia="ar-SA"/>
        </w:rPr>
        <w:t xml:space="preserve"> terytorium Rzeczypospolitej Polskiej</w:t>
      </w:r>
      <w:r w:rsidR="000D7568" w:rsidRPr="008B3531">
        <w:rPr>
          <w:rFonts w:ascii="Arial" w:eastAsia="Times New Roman" w:hAnsi="Arial" w:cs="Arial"/>
          <w:b/>
          <w:kern w:val="22"/>
          <w:lang w:eastAsia="ar-SA"/>
        </w:rPr>
        <w:t xml:space="preserve"> albo z tego terytorium</w:t>
      </w:r>
    </w:p>
    <w:p w14:paraId="12132D45" w14:textId="0C3D6E58" w:rsidR="00DE4D6D" w:rsidRPr="00AF10CA" w:rsidRDefault="00DE4D6D" w:rsidP="000D7568">
      <w:pPr>
        <w:spacing w:after="0" w:line="240" w:lineRule="auto"/>
        <w:rPr>
          <w:rFonts w:ascii="Arial" w:eastAsia="Times New Roman" w:hAnsi="Arial"/>
          <w:b/>
          <w:kern w:val="22"/>
          <w:lang w:eastAsia="pl-PL"/>
        </w:rPr>
      </w:pPr>
    </w:p>
    <w:p w14:paraId="04BC72E8" w14:textId="77777777" w:rsidR="00B3758A" w:rsidRPr="00AF10CA" w:rsidRDefault="00B3758A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4C90E2A8" w14:textId="4DF49494" w:rsidR="009671DB" w:rsidRPr="00AF10CA" w:rsidRDefault="00AF10CA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AF10CA">
        <w:rPr>
          <w:rFonts w:ascii="Arial" w:eastAsia="Times New Roman" w:hAnsi="Arial"/>
          <w:kern w:val="22"/>
          <w:lang w:eastAsia="pl-PL"/>
        </w:rPr>
        <w:t xml:space="preserve">Na podstawie </w:t>
      </w:r>
      <w:r w:rsidRPr="00AF10CA">
        <w:rPr>
          <w:rFonts w:ascii="Arial" w:eastAsia="Times New Roman" w:hAnsi="Arial" w:cs="Arial"/>
          <w:kern w:val="22"/>
          <w:lang w:eastAsia="ar-SA"/>
        </w:rPr>
        <w:t>art. 12 ust. </w:t>
      </w:r>
      <w:r w:rsidR="00311254">
        <w:rPr>
          <w:rFonts w:ascii="Arial" w:eastAsia="Times New Roman" w:hAnsi="Arial" w:cs="Arial"/>
          <w:kern w:val="22"/>
          <w:lang w:eastAsia="ar-SA"/>
        </w:rPr>
        <w:t>2</w:t>
      </w:r>
      <w:r w:rsidRPr="00AF10CA">
        <w:rPr>
          <w:rFonts w:ascii="Arial" w:eastAsia="Times New Roman" w:hAnsi="Arial" w:cs="Arial"/>
          <w:kern w:val="22"/>
          <w:lang w:eastAsia="ar-SA"/>
        </w:rPr>
        <w:t xml:space="preserve"> w związku z art. 9 ust. 2 pkt 4 lit. d/ art. 12 ust. 2a</w:t>
      </w:r>
      <w:r w:rsidRPr="00AF10CA">
        <w:rPr>
          <w:rFonts w:ascii="Arial" w:eastAsia="Times New Roman" w:hAnsi="Arial" w:cs="Arial"/>
          <w:kern w:val="22"/>
          <w:vertAlign w:val="superscript"/>
          <w:lang w:eastAsia="ar-SA"/>
        </w:rPr>
        <w:t>(*)</w:t>
      </w:r>
      <w:r w:rsidRPr="00AF10CA">
        <w:rPr>
          <w:rFonts w:ascii="Arial" w:hAnsi="Arial" w:cs="Arial"/>
          <w:kern w:val="22"/>
          <w:vertAlign w:val="superscript"/>
          <w:lang w:eastAsia="ar-SA"/>
        </w:rPr>
        <w:t xml:space="preserve"> </w:t>
      </w:r>
      <w:r w:rsidR="002E58D7" w:rsidRPr="00AF10CA">
        <w:rPr>
          <w:rFonts w:ascii="Arial" w:eastAsia="Times New Roman" w:hAnsi="Arial" w:cs="Arial"/>
          <w:kern w:val="22"/>
          <w:lang w:eastAsia="ar-SA"/>
        </w:rPr>
        <w:t>ustawy z dnia 10 czerwca 201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 xml:space="preserve">6 r. o delegowaniu pracowników </w:t>
      </w:r>
      <w:r w:rsidR="002E58D7" w:rsidRPr="00AF10CA">
        <w:rPr>
          <w:rFonts w:ascii="Arial" w:eastAsia="Times New Roman" w:hAnsi="Arial" w:cs="Arial"/>
          <w:kern w:val="22"/>
          <w:lang w:eastAsia="ar-SA"/>
        </w:rPr>
        <w:t xml:space="preserve">w ramach świadczenia usług </w:t>
      </w:r>
      <w:r w:rsidR="00F715F9" w:rsidRPr="00AF10CA">
        <w:rPr>
          <w:rFonts w:ascii="Arial" w:eastAsia="Times New Roman" w:hAnsi="Arial" w:cs="Arial"/>
          <w:kern w:val="22"/>
          <w:lang w:eastAsia="ar-SA"/>
        </w:rPr>
        <w:t>(Dz. U. z 2021 r. poz. 1140</w:t>
      </w:r>
      <w:r w:rsidR="009671DB" w:rsidRPr="00AF10CA">
        <w:rPr>
          <w:rFonts w:ascii="Arial" w:eastAsia="Times New Roman" w:hAnsi="Arial" w:cs="Arial"/>
          <w:kern w:val="22"/>
          <w:lang w:eastAsia="ar-SA"/>
        </w:rPr>
        <w:t>, z późn. zm.</w:t>
      </w:r>
      <w:r w:rsidR="00F715F9" w:rsidRPr="00AF10CA">
        <w:rPr>
          <w:rFonts w:ascii="Arial" w:eastAsia="Times New Roman" w:hAnsi="Arial" w:cs="Arial"/>
          <w:kern w:val="22"/>
          <w:lang w:eastAsia="ar-SA"/>
        </w:rPr>
        <w:t>)</w:t>
      </w:r>
      <w:r w:rsidR="002E58D7" w:rsidRPr="00AF10CA">
        <w:rPr>
          <w:rFonts w:ascii="Arial" w:eastAsia="Times New Roman" w:hAnsi="Arial" w:cs="Arial"/>
          <w:kern w:val="22"/>
          <w:lang w:eastAsia="ar-SA"/>
        </w:rPr>
        <w:t xml:space="preserve"> i</w:t>
      </w:r>
      <w:r w:rsidR="00723F0C" w:rsidRPr="00AF10CA">
        <w:rPr>
          <w:rFonts w:ascii="Arial" w:eastAsia="Times New Roman" w:hAnsi="Arial" w:cs="Arial"/>
          <w:kern w:val="22"/>
          <w:lang w:eastAsia="ar-SA"/>
        </w:rPr>
        <w:t> 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>art. 1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>0</w:t>
      </w:r>
      <w:r w:rsidR="00723F0C" w:rsidRPr="00AF10CA">
        <w:rPr>
          <w:rFonts w:ascii="Arial" w:eastAsia="Times New Roman" w:hAnsi="Arial" w:cs="Arial"/>
          <w:kern w:val="22"/>
          <w:lang w:eastAsia="ar-SA"/>
        </w:rPr>
        <w:t> 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 xml:space="preserve">ust. 1 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>pkt 14 ustawy z dnia 13 kwietnia 2007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 xml:space="preserve">r. </w:t>
      </w:r>
      <w:r w:rsidRPr="00AF10CA">
        <w:rPr>
          <w:rFonts w:ascii="Arial" w:eastAsia="Times New Roman" w:hAnsi="Arial" w:cs="Arial"/>
          <w:kern w:val="22"/>
          <w:lang w:eastAsia="ar-SA"/>
        </w:rPr>
        <w:br/>
      </w:r>
      <w:r w:rsidR="00DE4D6D" w:rsidRPr="00AF10CA">
        <w:rPr>
          <w:rFonts w:ascii="Arial" w:eastAsia="Times New Roman" w:hAnsi="Arial" w:cs="Arial"/>
          <w:kern w:val="22"/>
          <w:lang w:eastAsia="ar-SA"/>
        </w:rPr>
        <w:t>o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 xml:space="preserve">Państwowej Inspekcji Pracy </w:t>
      </w:r>
      <w:r w:rsidR="005830B7" w:rsidRPr="00AF10CA">
        <w:rPr>
          <w:rFonts w:ascii="Arial" w:hAnsi="Arial" w:cs="Arial"/>
        </w:rPr>
        <w:t>(Dz. U. z 2022 r. poz. 1614</w:t>
      </w:r>
      <w:r w:rsidR="00A060CA">
        <w:rPr>
          <w:rFonts w:ascii="Arial" w:hAnsi="Arial" w:cs="Arial"/>
          <w:snapToGrid w:val="0"/>
          <w:kern w:val="22"/>
        </w:rPr>
        <w:t>, z póżn. zm.</w:t>
      </w:r>
      <w:r w:rsidR="005830B7" w:rsidRPr="00AF10CA">
        <w:rPr>
          <w:rFonts w:ascii="Arial" w:hAnsi="Arial" w:cs="Arial"/>
        </w:rPr>
        <w:t>)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w związku z art. 299 § 3 pkt 15a ustawy z dnia 29 sierpnia 1997 r. </w:t>
      </w:r>
      <w:r w:rsidR="009671DB" w:rsidRPr="00AF10CA">
        <w:rPr>
          <w:rFonts w:ascii="Arial" w:eastAsia="Times New Roman" w:hAnsi="Arial" w:cs="Arial"/>
          <w:kern w:val="22"/>
          <w:lang w:eastAsia="ar-SA"/>
        </w:rPr>
        <w:t xml:space="preserve">– 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>Ordynacja podatkowa (Dz.</w:t>
      </w:r>
      <w:r w:rsidR="009671DB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>U z 202</w:t>
      </w:r>
      <w:r w:rsidR="00CF1DBB">
        <w:rPr>
          <w:rFonts w:ascii="Arial" w:eastAsia="Times New Roman" w:hAnsi="Arial" w:cs="Arial"/>
          <w:kern w:val="22"/>
          <w:lang w:eastAsia="ar-SA"/>
        </w:rPr>
        <w:t>3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A060CA">
        <w:rPr>
          <w:rFonts w:ascii="Arial" w:eastAsia="Times New Roman" w:hAnsi="Arial" w:cs="Arial"/>
          <w:kern w:val="22"/>
          <w:lang w:eastAsia="ar-SA"/>
        </w:rPr>
        <w:br/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poz. </w:t>
      </w:r>
      <w:r w:rsidR="00CF1DBB">
        <w:rPr>
          <w:rFonts w:ascii="Arial" w:eastAsia="Times New Roman" w:hAnsi="Arial" w:cs="Arial"/>
          <w:kern w:val="22"/>
          <w:lang w:eastAsia="ar-SA"/>
        </w:rPr>
        <w:t>2383</w:t>
      </w:r>
      <w:r w:rsidR="009671DB" w:rsidRPr="00AF10CA">
        <w:rPr>
          <w:rFonts w:ascii="Arial" w:eastAsia="Times New Roman" w:hAnsi="Arial" w:cs="Arial"/>
          <w:kern w:val="22"/>
          <w:lang w:eastAsia="ar-SA"/>
        </w:rPr>
        <w:t>, z późn. zm.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) zwracam się o udzielenie informacji niezbędnych do dokonania ustaleń w zakresie działalności prowadzonej przez podatnika – przedsiębiorstwo delegujące pracowników </w:t>
      </w:r>
      <w:r w:rsidR="000D7568">
        <w:rPr>
          <w:rFonts w:ascii="Arial" w:eastAsia="Times New Roman" w:hAnsi="Arial" w:cs="Arial"/>
          <w:kern w:val="22"/>
          <w:lang w:eastAsia="ar-SA"/>
        </w:rPr>
        <w:t>na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 ter</w:t>
      </w:r>
      <w:r w:rsidR="00DF41B7" w:rsidRPr="00AF10CA">
        <w:rPr>
          <w:rFonts w:ascii="Arial" w:eastAsia="Times New Roman" w:hAnsi="Arial" w:cs="Arial"/>
          <w:kern w:val="22"/>
          <w:lang w:eastAsia="ar-SA"/>
        </w:rPr>
        <w:t>ytorium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 Rzeczpospolitej Polskiej</w:t>
      </w:r>
      <w:r w:rsidR="000D7568">
        <w:rPr>
          <w:rFonts w:ascii="Arial" w:eastAsia="Times New Roman" w:hAnsi="Arial" w:cs="Arial"/>
          <w:kern w:val="22"/>
          <w:lang w:eastAsia="ar-SA"/>
        </w:rPr>
        <w:t>/z terytorium Rzeczypospolitej Polskiej</w:t>
      </w:r>
      <w:r w:rsidR="00BB76E4" w:rsidRPr="000D7568">
        <w:rPr>
          <w:rFonts w:ascii="Arial" w:eastAsia="Times New Roman" w:hAnsi="Arial" w:cs="Arial"/>
          <w:kern w:val="22"/>
          <w:vertAlign w:val="superscript"/>
          <w:lang w:eastAsia="ar-SA"/>
        </w:rPr>
        <w:t>(</w:t>
      </w:r>
      <w:r w:rsidR="00BB76E4">
        <w:rPr>
          <w:rFonts w:ascii="Arial" w:eastAsia="Times New Roman" w:hAnsi="Arial" w:cs="Arial"/>
          <w:kern w:val="22"/>
          <w:lang w:eastAsia="ar-SA"/>
        </w:rPr>
        <w:t>*</w:t>
      </w:r>
      <w:r w:rsidR="00BB76E4" w:rsidRPr="000D7568">
        <w:rPr>
          <w:rFonts w:ascii="Arial" w:eastAsia="Times New Roman" w:hAnsi="Arial" w:cs="Arial"/>
          <w:kern w:val="22"/>
          <w:vertAlign w:val="superscript"/>
          <w:lang w:eastAsia="ar-SA"/>
        </w:rPr>
        <w:t>)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>:</w:t>
      </w:r>
      <w:r w:rsidR="000D7568">
        <w:rPr>
          <w:rFonts w:ascii="Arial" w:eastAsia="Times New Roman" w:hAnsi="Arial" w:cs="Arial"/>
          <w:kern w:val="22"/>
          <w:lang w:eastAsia="ar-SA"/>
        </w:rPr>
        <w:t xml:space="preserve"> </w:t>
      </w:r>
    </w:p>
    <w:p w14:paraId="6D541F98" w14:textId="643650CC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/>
          <w:szCs w:val="24"/>
          <w:lang w:eastAsia="pl-PL"/>
        </w:rPr>
        <w:t>…..…………………………………………………………</w:t>
      </w:r>
      <w:r w:rsidR="000D7568">
        <w:rPr>
          <w:rFonts w:ascii="Arial" w:eastAsia="Times New Roman" w:hAnsi="Arial"/>
          <w:szCs w:val="24"/>
          <w:lang w:eastAsia="pl-PL"/>
        </w:rPr>
        <w:t>.</w:t>
      </w:r>
      <w:r w:rsidRPr="00AF10CA">
        <w:rPr>
          <w:rFonts w:ascii="Arial" w:eastAsia="Times New Roman" w:hAnsi="Arial"/>
          <w:szCs w:val="24"/>
          <w:lang w:eastAsia="pl-PL"/>
        </w:rPr>
        <w:t>……………………………………………</w:t>
      </w:r>
      <w:r w:rsidR="009671DB" w:rsidRPr="00AF10CA">
        <w:rPr>
          <w:rFonts w:ascii="Arial" w:eastAsia="Times New Roman" w:hAnsi="Arial"/>
          <w:szCs w:val="24"/>
          <w:lang w:eastAsia="pl-PL"/>
        </w:rPr>
        <w:t>....</w:t>
      </w:r>
      <w:r w:rsidRPr="00AF10CA">
        <w:rPr>
          <w:rFonts w:ascii="Arial" w:eastAsia="Times New Roman" w:hAnsi="Arial"/>
          <w:szCs w:val="24"/>
          <w:lang w:eastAsia="pl-PL"/>
        </w:rPr>
        <w:t>…………..……………………………………</w:t>
      </w:r>
      <w:r w:rsidR="000D7568">
        <w:rPr>
          <w:rFonts w:ascii="Arial" w:eastAsia="Times New Roman" w:hAnsi="Arial"/>
          <w:szCs w:val="24"/>
          <w:lang w:eastAsia="pl-PL"/>
        </w:rPr>
        <w:t>………..</w:t>
      </w:r>
      <w:r w:rsidRPr="00AF10CA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…………………………………………………………………………………………………………………………………..</w:t>
      </w:r>
      <w:r w:rsidR="003310BA" w:rsidRPr="00AF10CA">
        <w:rPr>
          <w:rFonts w:ascii="Arial" w:eastAsia="Times New Roman" w:hAnsi="Arial"/>
          <w:szCs w:val="24"/>
          <w:lang w:eastAsia="pl-PL"/>
        </w:rPr>
        <w:t>…..…………………………………</w:t>
      </w:r>
      <w:r w:rsidR="009671DB" w:rsidRPr="00AF10CA">
        <w:rPr>
          <w:rFonts w:ascii="Arial" w:eastAsia="Times New Roman" w:hAnsi="Arial"/>
          <w:szCs w:val="24"/>
          <w:lang w:eastAsia="pl-PL"/>
        </w:rPr>
        <w:t>..</w:t>
      </w:r>
      <w:r w:rsidR="003310BA" w:rsidRPr="00AF10CA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………………………………………………………………………………..………………………………………………………………………………………………</w:t>
      </w:r>
      <w:r w:rsidR="0040760F" w:rsidRPr="00AF10CA">
        <w:rPr>
          <w:rFonts w:ascii="Arial" w:eastAsia="Times New Roman" w:hAnsi="Arial"/>
          <w:szCs w:val="24"/>
          <w:lang w:eastAsia="pl-PL"/>
        </w:rPr>
        <w:t>…………………………</w:t>
      </w:r>
    </w:p>
    <w:p w14:paraId="4F4CFEE2" w14:textId="77777777" w:rsidR="00DE4D6D" w:rsidRPr="00AF10CA" w:rsidRDefault="00DE4D6D" w:rsidP="00DE4D6D">
      <w:pPr>
        <w:spacing w:after="0" w:line="240" w:lineRule="auto"/>
        <w:jc w:val="center"/>
        <w:rPr>
          <w:rFonts w:ascii="Arial" w:eastAsia="Times New Roman" w:hAnsi="Arial"/>
          <w:i/>
          <w:kern w:val="22"/>
          <w:sz w:val="16"/>
          <w:szCs w:val="16"/>
          <w:lang w:eastAsia="pl-PL"/>
        </w:rPr>
      </w:pPr>
      <w:r w:rsidRPr="00AF10CA">
        <w:rPr>
          <w:rFonts w:ascii="Arial" w:eastAsia="Times New Roman" w:hAnsi="Arial"/>
          <w:i/>
          <w:kern w:val="22"/>
          <w:sz w:val="16"/>
          <w:szCs w:val="16"/>
          <w:lang w:eastAsia="pl-PL"/>
        </w:rPr>
        <w:t xml:space="preserve"> (</w:t>
      </w:r>
      <w:r w:rsidR="009D00D8" w:rsidRPr="00AF10CA">
        <w:rPr>
          <w:rFonts w:ascii="Arial" w:eastAsia="Times New Roman" w:hAnsi="Arial"/>
          <w:i/>
          <w:kern w:val="22"/>
          <w:sz w:val="16"/>
          <w:szCs w:val="16"/>
          <w:lang w:eastAsia="pl-PL"/>
        </w:rPr>
        <w:t>o</w:t>
      </w:r>
      <w:r w:rsidRPr="00AF10CA">
        <w:rPr>
          <w:rFonts w:ascii="Arial" w:eastAsia="Times New Roman" w:hAnsi="Arial"/>
          <w:i/>
          <w:kern w:val="22"/>
          <w:sz w:val="16"/>
          <w:szCs w:val="16"/>
          <w:lang w:eastAsia="pl-PL"/>
        </w:rPr>
        <w:t>pis informacji, których dotyczy wniosek</w:t>
      </w:r>
      <w:r w:rsidR="009D00D8" w:rsidRPr="00AF10CA">
        <w:rPr>
          <w:rFonts w:ascii="Arial" w:eastAsia="Times New Roman" w:hAnsi="Arial"/>
          <w:i/>
          <w:kern w:val="22"/>
          <w:sz w:val="16"/>
          <w:szCs w:val="16"/>
          <w:lang w:eastAsia="pl-PL"/>
        </w:rPr>
        <w:t>)</w:t>
      </w:r>
    </w:p>
    <w:p w14:paraId="57DAF6E5" w14:textId="77777777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</w:p>
    <w:p w14:paraId="063EA462" w14:textId="77777777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2C34FA60" w14:textId="77777777" w:rsidR="00934F5E" w:rsidRPr="00AF10CA" w:rsidRDefault="00934F5E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07760640" w14:textId="77777777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55DA82C4" w14:textId="77777777" w:rsidR="00DE4D6D" w:rsidRPr="00AF10CA" w:rsidRDefault="00DE4D6D" w:rsidP="00AA5225">
      <w:pPr>
        <w:spacing w:after="12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  <w:r w:rsidRPr="00AF10CA">
        <w:rPr>
          <w:rFonts w:ascii="Arial" w:eastAsia="Times New Roman" w:hAnsi="Arial"/>
          <w:b/>
          <w:kern w:val="22"/>
          <w:lang w:eastAsia="pl-PL"/>
        </w:rPr>
        <w:t>Termin udzielenia informacji:</w:t>
      </w:r>
    </w:p>
    <w:p w14:paraId="3AD777EA" w14:textId="0670E537" w:rsidR="00DE4D6D" w:rsidRPr="00AF10CA" w:rsidRDefault="00DE4D6D" w:rsidP="00DE4D6D">
      <w:pPr>
        <w:spacing w:after="0" w:line="240" w:lineRule="auto"/>
        <w:jc w:val="both"/>
        <w:rPr>
          <w:rFonts w:ascii="Arial" w:hAnsi="Arial" w:cs="Arial"/>
          <w:kern w:val="22"/>
        </w:rPr>
      </w:pPr>
      <w:r w:rsidRPr="00AF10CA">
        <w:rPr>
          <w:rFonts w:ascii="Arial" w:eastAsia="Times New Roman" w:hAnsi="Arial" w:cs="Arial"/>
          <w:kern w:val="22"/>
          <w:lang w:eastAsia="pl-PL"/>
        </w:rPr>
        <w:t xml:space="preserve">Zgodnie z art. 12 ust. 5 </w:t>
      </w:r>
      <w:r w:rsidRPr="00AF10CA">
        <w:rPr>
          <w:rFonts w:ascii="Arial" w:eastAsia="Times New Roman" w:hAnsi="Arial" w:cs="Arial"/>
          <w:kern w:val="22"/>
          <w:lang w:eastAsia="ar-SA"/>
        </w:rPr>
        <w:t xml:space="preserve">ustawy </w:t>
      </w:r>
      <w:r w:rsidR="00756CDB" w:rsidRPr="00AF10CA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Pr="00AF10CA">
        <w:rPr>
          <w:rFonts w:ascii="Arial" w:eastAsia="Times New Roman" w:hAnsi="Arial" w:cs="Arial"/>
          <w:kern w:val="22"/>
          <w:lang w:eastAsia="ar-SA"/>
        </w:rPr>
        <w:t>o delegowaniu pracowników w</w:t>
      </w:r>
      <w:r w:rsidR="00723F0C" w:rsidRPr="00AF10CA">
        <w:rPr>
          <w:rFonts w:ascii="Arial" w:eastAsia="Times New Roman" w:hAnsi="Arial" w:cs="Arial"/>
          <w:kern w:val="22"/>
          <w:lang w:eastAsia="ar-SA"/>
        </w:rPr>
        <w:t> </w:t>
      </w:r>
      <w:r w:rsidRPr="00AF10CA">
        <w:rPr>
          <w:rFonts w:ascii="Arial" w:eastAsia="Times New Roman" w:hAnsi="Arial" w:cs="Arial"/>
          <w:kern w:val="22"/>
          <w:lang w:eastAsia="ar-SA"/>
        </w:rPr>
        <w:t>ramach świadczenia usług</w:t>
      </w:r>
      <w:r w:rsidRPr="00AF10CA">
        <w:rPr>
          <w:rFonts w:ascii="Arial" w:eastAsia="Times New Roman" w:hAnsi="Arial" w:cs="Arial"/>
          <w:kern w:val="22"/>
          <w:lang w:eastAsia="pl-PL"/>
        </w:rPr>
        <w:t xml:space="preserve">, </w:t>
      </w:r>
      <w:r w:rsidRPr="00AF10CA">
        <w:rPr>
          <w:rFonts w:ascii="Arial" w:hAnsi="Arial" w:cs="Arial"/>
          <w:kern w:val="22"/>
        </w:rPr>
        <w:t>organ administracji publicznej, do którego skierowano wniosek</w:t>
      </w:r>
      <w:r w:rsidRPr="00AF10CA">
        <w:rPr>
          <w:rFonts w:ascii="Arial" w:eastAsia="Times New Roman" w:hAnsi="Arial" w:cs="Arial"/>
          <w:kern w:val="22"/>
          <w:lang w:eastAsia="pl-PL"/>
        </w:rPr>
        <w:t xml:space="preserve">, jest zobowiązany do udzielenia informacji w terminie 10 dni roboczych od dnia otrzymania wniosku Państwowej Inspekcji Pracy, </w:t>
      </w:r>
      <w:r w:rsidRPr="00AF10CA">
        <w:rPr>
          <w:rFonts w:ascii="Arial" w:hAnsi="Arial" w:cs="Arial"/>
        </w:rPr>
        <w:t xml:space="preserve">chyba że udzielenie informacji wymaga uprzedniego przeprowadzenia postępowania wyjaśniającego lub kontroli. O przyczynach opóźnienia </w:t>
      </w:r>
      <w:r w:rsidR="0046020E" w:rsidRPr="00AF10CA">
        <w:rPr>
          <w:rFonts w:ascii="Arial" w:hAnsi="Arial" w:cs="Arial"/>
        </w:rPr>
        <w:t>należy</w:t>
      </w:r>
      <w:r w:rsidRPr="00AF10CA">
        <w:rPr>
          <w:rFonts w:ascii="Arial" w:hAnsi="Arial" w:cs="Arial"/>
        </w:rPr>
        <w:t xml:space="preserve"> niezwłocznie powiadomić Państwową Inspekcję Pracy. </w:t>
      </w:r>
      <w:r w:rsidRPr="00AF10CA">
        <w:rPr>
          <w:rFonts w:ascii="Arial" w:eastAsia="Times New Roman" w:hAnsi="Arial"/>
          <w:kern w:val="22"/>
          <w:lang w:eastAsia="pl-PL"/>
        </w:rPr>
        <w:t xml:space="preserve">W odpowiedzi </w:t>
      </w:r>
      <w:r w:rsidR="0046020E" w:rsidRPr="00AF10CA">
        <w:rPr>
          <w:rFonts w:ascii="Arial" w:eastAsia="Times New Roman" w:hAnsi="Arial"/>
          <w:kern w:val="22"/>
          <w:lang w:eastAsia="pl-PL"/>
        </w:rPr>
        <w:t>należy</w:t>
      </w:r>
      <w:r w:rsidRPr="00AF10CA">
        <w:rPr>
          <w:rFonts w:ascii="Arial" w:eastAsia="Times New Roman" w:hAnsi="Arial"/>
          <w:kern w:val="22"/>
          <w:lang w:eastAsia="pl-PL"/>
        </w:rPr>
        <w:t xml:space="preserve"> przywołać </w:t>
      </w:r>
      <w:r w:rsidR="005838F9">
        <w:rPr>
          <w:rFonts w:ascii="Arial" w:eastAsia="Times New Roman" w:hAnsi="Arial"/>
          <w:kern w:val="22"/>
          <w:lang w:eastAsia="pl-PL"/>
        </w:rPr>
        <w:t>nr rejestracyjny</w:t>
      </w:r>
      <w:r w:rsidRPr="00AF10CA">
        <w:rPr>
          <w:rFonts w:ascii="Arial" w:eastAsia="Times New Roman" w:hAnsi="Arial"/>
          <w:kern w:val="22"/>
          <w:lang w:eastAsia="pl-PL"/>
        </w:rPr>
        <w:t xml:space="preserve"> pisma.</w:t>
      </w:r>
      <w:r w:rsidRPr="00AF10CA">
        <w:rPr>
          <w:rFonts w:ascii="Arial" w:eastAsia="Times New Roman" w:hAnsi="Arial"/>
          <w:b/>
          <w:kern w:val="22"/>
          <w:lang w:eastAsia="pl-PL"/>
        </w:rPr>
        <w:t xml:space="preserve"> </w:t>
      </w:r>
    </w:p>
    <w:p w14:paraId="77201642" w14:textId="77777777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2502E268" w14:textId="77777777" w:rsidR="00DE4D6D" w:rsidRPr="00AF10CA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</w:p>
    <w:p w14:paraId="7AB47024" w14:textId="77777777" w:rsidR="00DE4D6D" w:rsidRPr="00AF10CA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</w:p>
    <w:p w14:paraId="773F1667" w14:textId="77777777" w:rsidR="00DE4D6D" w:rsidRPr="00AF10CA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  <w:r w:rsidRPr="00AF10CA">
        <w:rPr>
          <w:rFonts w:ascii="Arial" w:eastAsia="Times New Roman" w:hAnsi="Arial"/>
          <w:szCs w:val="24"/>
          <w:lang w:eastAsia="pl-PL"/>
        </w:rPr>
        <w:t>…………………………………………..</w:t>
      </w:r>
    </w:p>
    <w:p w14:paraId="47F05E95" w14:textId="12C69F9E" w:rsidR="004F7378" w:rsidRPr="000D7568" w:rsidRDefault="00DE4D6D" w:rsidP="000D7568">
      <w:pPr>
        <w:spacing w:after="0" w:line="240" w:lineRule="auto"/>
        <w:ind w:left="5387"/>
        <w:jc w:val="center"/>
        <w:rPr>
          <w:rFonts w:ascii="Arial" w:eastAsia="Times New Roman" w:hAnsi="Arial"/>
          <w:i/>
          <w:szCs w:val="24"/>
          <w:lang w:eastAsia="pl-PL"/>
        </w:rPr>
      </w:pPr>
      <w:r w:rsidRPr="00AF10CA">
        <w:rPr>
          <w:rFonts w:ascii="Arial" w:eastAsia="Times New Roman" w:hAnsi="Arial"/>
          <w:i/>
          <w:sz w:val="16"/>
          <w:szCs w:val="24"/>
          <w:lang w:eastAsia="pl-PL"/>
        </w:rPr>
        <w:t>(podpis i pieczęć)</w:t>
      </w:r>
    </w:p>
    <w:p w14:paraId="6B694CB3" w14:textId="77777777" w:rsidR="00DE4D6D" w:rsidRPr="00AF10CA" w:rsidRDefault="004F7378" w:rsidP="00AF10CA">
      <w:pPr>
        <w:pStyle w:val="Stopka"/>
        <w:rPr>
          <w:sz w:val="16"/>
          <w:szCs w:val="16"/>
        </w:rPr>
      </w:pPr>
      <w:r w:rsidRPr="00AF10CA">
        <w:rPr>
          <w:rFonts w:ascii="Arial" w:hAnsi="Arial"/>
          <w:sz w:val="16"/>
          <w:szCs w:val="16"/>
          <w:vertAlign w:val="superscript"/>
        </w:rPr>
        <w:t>(</w:t>
      </w:r>
      <w:r w:rsidRPr="00AF10CA">
        <w:rPr>
          <w:rFonts w:ascii="Arial" w:hAnsi="Arial"/>
          <w:sz w:val="16"/>
          <w:szCs w:val="16"/>
        </w:rPr>
        <w:t>*</w:t>
      </w:r>
      <w:r w:rsidRPr="00AF10CA">
        <w:rPr>
          <w:rFonts w:ascii="Arial" w:hAnsi="Arial"/>
          <w:sz w:val="16"/>
          <w:szCs w:val="16"/>
          <w:vertAlign w:val="superscript"/>
        </w:rPr>
        <w:t>)</w:t>
      </w:r>
      <w:r w:rsidRPr="00AF10CA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AF10CA">
        <w:rPr>
          <w:rFonts w:ascii="Arial" w:hAnsi="Arial"/>
          <w:sz w:val="16"/>
          <w:szCs w:val="16"/>
        </w:rPr>
        <w:t>- niepotrzebne skreślić</w:t>
      </w:r>
    </w:p>
    <w:sectPr w:rsidR="00DE4D6D" w:rsidRPr="00AF10CA" w:rsidSect="00AF10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B088C" w14:textId="77777777" w:rsidR="00845EF2" w:rsidRDefault="00845EF2" w:rsidP="00E2136A">
      <w:pPr>
        <w:spacing w:after="0" w:line="240" w:lineRule="auto"/>
      </w:pPr>
      <w:r>
        <w:separator/>
      </w:r>
    </w:p>
  </w:endnote>
  <w:endnote w:type="continuationSeparator" w:id="0">
    <w:p w14:paraId="497DAB36" w14:textId="77777777" w:rsidR="00845EF2" w:rsidRDefault="00845EF2" w:rsidP="00E21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C794" w14:textId="77777777" w:rsidR="00E2136A" w:rsidRPr="00D93CA4" w:rsidRDefault="000A5317" w:rsidP="000A5317">
    <w:pPr>
      <w:keepNext/>
      <w:spacing w:after="0" w:line="240" w:lineRule="auto"/>
      <w:jc w:val="both"/>
      <w:rPr>
        <w:rFonts w:ascii="Arial" w:eastAsia="Times New Roman" w:hAnsi="Arial" w:cs="Arial"/>
        <w:i/>
        <w:kern w:val="22"/>
        <w:sz w:val="16"/>
        <w:szCs w:val="18"/>
        <w:lang w:eastAsia="ar-SA"/>
      </w:rPr>
    </w:pPr>
    <w:r w:rsidRPr="00D93CA4">
      <w:rPr>
        <w:rFonts w:ascii="Arial" w:eastAsia="Times New Roman" w:hAnsi="Arial" w:cs="Arial"/>
        <w:i/>
        <w:sz w:val="16"/>
        <w:szCs w:val="18"/>
        <w:lang w:eastAsia="pl-PL"/>
      </w:rPr>
      <w:t>15</w:t>
    </w:r>
    <w:r w:rsidR="005B5E77" w:rsidRPr="00D93CA4">
      <w:rPr>
        <w:rFonts w:ascii="Arial" w:eastAsia="Times New Roman" w:hAnsi="Arial" w:cs="Arial"/>
        <w:i/>
        <w:sz w:val="16"/>
        <w:szCs w:val="18"/>
        <w:lang w:eastAsia="pl-PL"/>
      </w:rPr>
      <w:t>.</w:t>
    </w:r>
    <w:r w:rsidR="00D10BC5" w:rsidRPr="00D93CA4">
      <w:rPr>
        <w:rFonts w:ascii="Arial" w:eastAsia="Times New Roman" w:hAnsi="Arial" w:cs="Arial"/>
        <w:i/>
        <w:sz w:val="16"/>
        <w:szCs w:val="18"/>
        <w:lang w:eastAsia="pl-PL"/>
      </w:rPr>
      <w:t xml:space="preserve">04 </w:t>
    </w:r>
    <w:r w:rsidR="005B5E77" w:rsidRPr="00D93CA4">
      <w:rPr>
        <w:rFonts w:ascii="Arial" w:eastAsia="Times New Roman" w:hAnsi="Arial" w:cs="Arial"/>
        <w:i/>
        <w:sz w:val="16"/>
        <w:szCs w:val="18"/>
        <w:lang w:eastAsia="pl-PL"/>
      </w:rPr>
      <w:t xml:space="preserve"> </w:t>
    </w:r>
    <w:r w:rsidR="0046020E" w:rsidRPr="00D93CA4">
      <w:rPr>
        <w:rFonts w:ascii="Arial" w:eastAsia="Times New Roman" w:hAnsi="Arial" w:cs="Arial"/>
        <w:i/>
        <w:sz w:val="16"/>
        <w:szCs w:val="18"/>
        <w:lang w:eastAsia="pl-PL"/>
      </w:rPr>
      <w:t>– W</w:t>
    </w:r>
    <w:r w:rsidR="00E2136A" w:rsidRPr="00D93CA4">
      <w:rPr>
        <w:rFonts w:ascii="Arial" w:eastAsia="Times New Roman" w:hAnsi="Arial" w:cs="Arial"/>
        <w:i/>
        <w:sz w:val="16"/>
        <w:szCs w:val="18"/>
        <w:lang w:eastAsia="pl-PL"/>
      </w:rPr>
      <w:t xml:space="preserve">niosek </w:t>
    </w:r>
    <w:r w:rsidR="00D05DC9" w:rsidRPr="00D93CA4">
      <w:rPr>
        <w:rFonts w:ascii="Arial" w:eastAsia="Times New Roman" w:hAnsi="Arial" w:cs="Arial"/>
        <w:i/>
        <w:sz w:val="16"/>
        <w:szCs w:val="18"/>
        <w:lang w:eastAsia="pl-PL"/>
      </w:rPr>
      <w:t xml:space="preserve">do </w:t>
    </w:r>
    <w:r w:rsidR="003310BA" w:rsidRPr="00D93CA4">
      <w:rPr>
        <w:rFonts w:ascii="Arial" w:eastAsia="Times New Roman" w:hAnsi="Arial" w:cs="Arial"/>
        <w:i/>
        <w:sz w:val="16"/>
        <w:szCs w:val="18"/>
        <w:lang w:eastAsia="pl-PL"/>
      </w:rPr>
      <w:t xml:space="preserve">udostępnienie danych przez </w:t>
    </w:r>
    <w:r w:rsidR="009671DB" w:rsidRPr="00D93CA4">
      <w:rPr>
        <w:rFonts w:ascii="Arial" w:eastAsia="Times New Roman" w:hAnsi="Arial" w:cs="Arial"/>
        <w:i/>
        <w:sz w:val="16"/>
        <w:szCs w:val="18"/>
        <w:lang w:eastAsia="pl-PL"/>
      </w:rPr>
      <w:t>urząd skarbowy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F97B" w14:textId="77777777" w:rsidR="00845EF2" w:rsidRDefault="00845EF2" w:rsidP="00E2136A">
      <w:pPr>
        <w:spacing w:after="0" w:line="240" w:lineRule="auto"/>
      </w:pPr>
      <w:r>
        <w:separator/>
      </w:r>
    </w:p>
  </w:footnote>
  <w:footnote w:type="continuationSeparator" w:id="0">
    <w:p w14:paraId="73EF7244" w14:textId="77777777" w:rsidR="00845EF2" w:rsidRDefault="00845EF2" w:rsidP="00E21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2CFA"/>
    <w:rsid w:val="00000F31"/>
    <w:rsid w:val="000041DC"/>
    <w:rsid w:val="00023B7D"/>
    <w:rsid w:val="000343CB"/>
    <w:rsid w:val="000850C8"/>
    <w:rsid w:val="000962CD"/>
    <w:rsid w:val="000A5317"/>
    <w:rsid w:val="000B17F0"/>
    <w:rsid w:val="000B38FA"/>
    <w:rsid w:val="000C4447"/>
    <w:rsid w:val="000D7568"/>
    <w:rsid w:val="001407B2"/>
    <w:rsid w:val="001754C2"/>
    <w:rsid w:val="00177F0B"/>
    <w:rsid w:val="001B2244"/>
    <w:rsid w:val="001D0862"/>
    <w:rsid w:val="001F60A5"/>
    <w:rsid w:val="00201D22"/>
    <w:rsid w:val="00210D0A"/>
    <w:rsid w:val="0028003C"/>
    <w:rsid w:val="002810A3"/>
    <w:rsid w:val="00290AFE"/>
    <w:rsid w:val="002C6F71"/>
    <w:rsid w:val="002D56C5"/>
    <w:rsid w:val="002E58D7"/>
    <w:rsid w:val="00303E8F"/>
    <w:rsid w:val="00311254"/>
    <w:rsid w:val="00317656"/>
    <w:rsid w:val="003310BA"/>
    <w:rsid w:val="00363922"/>
    <w:rsid w:val="003A0462"/>
    <w:rsid w:val="003C623D"/>
    <w:rsid w:val="003D3B86"/>
    <w:rsid w:val="003D4D8E"/>
    <w:rsid w:val="003E6FAB"/>
    <w:rsid w:val="004023E4"/>
    <w:rsid w:val="0040760F"/>
    <w:rsid w:val="0044202C"/>
    <w:rsid w:val="0046020E"/>
    <w:rsid w:val="004F7378"/>
    <w:rsid w:val="005124DB"/>
    <w:rsid w:val="005371CF"/>
    <w:rsid w:val="00577746"/>
    <w:rsid w:val="005821CD"/>
    <w:rsid w:val="005830B7"/>
    <w:rsid w:val="005838F9"/>
    <w:rsid w:val="005A2CFA"/>
    <w:rsid w:val="005B5E77"/>
    <w:rsid w:val="006566E9"/>
    <w:rsid w:val="00677631"/>
    <w:rsid w:val="006B5D1C"/>
    <w:rsid w:val="006E2C14"/>
    <w:rsid w:val="006F49CB"/>
    <w:rsid w:val="006F695E"/>
    <w:rsid w:val="00723F0C"/>
    <w:rsid w:val="00752E63"/>
    <w:rsid w:val="00756CDB"/>
    <w:rsid w:val="0078768E"/>
    <w:rsid w:val="007D09FE"/>
    <w:rsid w:val="008039F1"/>
    <w:rsid w:val="00807BE8"/>
    <w:rsid w:val="008267EC"/>
    <w:rsid w:val="008420E4"/>
    <w:rsid w:val="00845EF2"/>
    <w:rsid w:val="008533A7"/>
    <w:rsid w:val="008B3531"/>
    <w:rsid w:val="008B68D1"/>
    <w:rsid w:val="008D6CC1"/>
    <w:rsid w:val="008F2A7E"/>
    <w:rsid w:val="00934F5E"/>
    <w:rsid w:val="00952D74"/>
    <w:rsid w:val="009671DB"/>
    <w:rsid w:val="0098798A"/>
    <w:rsid w:val="009D00D8"/>
    <w:rsid w:val="009D5114"/>
    <w:rsid w:val="009D7497"/>
    <w:rsid w:val="00A060CA"/>
    <w:rsid w:val="00A36DB0"/>
    <w:rsid w:val="00A8652F"/>
    <w:rsid w:val="00AA5225"/>
    <w:rsid w:val="00AC4BA9"/>
    <w:rsid w:val="00AF10CA"/>
    <w:rsid w:val="00B2503B"/>
    <w:rsid w:val="00B3758A"/>
    <w:rsid w:val="00B46D34"/>
    <w:rsid w:val="00B64F43"/>
    <w:rsid w:val="00B87469"/>
    <w:rsid w:val="00BB76E4"/>
    <w:rsid w:val="00C32469"/>
    <w:rsid w:val="00C61ED6"/>
    <w:rsid w:val="00C808F9"/>
    <w:rsid w:val="00C94347"/>
    <w:rsid w:val="00C97905"/>
    <w:rsid w:val="00CE35A4"/>
    <w:rsid w:val="00CF1DBB"/>
    <w:rsid w:val="00D05DC9"/>
    <w:rsid w:val="00D06781"/>
    <w:rsid w:val="00D10BC5"/>
    <w:rsid w:val="00D91E69"/>
    <w:rsid w:val="00D93CA4"/>
    <w:rsid w:val="00DB6110"/>
    <w:rsid w:val="00DD5DE9"/>
    <w:rsid w:val="00DE0D3A"/>
    <w:rsid w:val="00DE4D6D"/>
    <w:rsid w:val="00DF41B7"/>
    <w:rsid w:val="00E13FCE"/>
    <w:rsid w:val="00E2136A"/>
    <w:rsid w:val="00E21BAC"/>
    <w:rsid w:val="00E418EC"/>
    <w:rsid w:val="00E5002C"/>
    <w:rsid w:val="00E55FD9"/>
    <w:rsid w:val="00E70B0B"/>
    <w:rsid w:val="00EE01EC"/>
    <w:rsid w:val="00EE4D42"/>
    <w:rsid w:val="00F12B68"/>
    <w:rsid w:val="00F24AC3"/>
    <w:rsid w:val="00F47870"/>
    <w:rsid w:val="00F715F9"/>
    <w:rsid w:val="00FA18B8"/>
    <w:rsid w:val="00FE0B63"/>
    <w:rsid w:val="00FF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408ED"/>
  <w15:chartTrackingRefBased/>
  <w15:docId w15:val="{E0FCC3B5-2511-43DF-9058-3BA3F4A8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F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7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7B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36A"/>
  </w:style>
  <w:style w:type="paragraph" w:styleId="Stopka">
    <w:name w:val="footer"/>
    <w:basedOn w:val="Normalny"/>
    <w:link w:val="Stopka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36A"/>
  </w:style>
  <w:style w:type="paragraph" w:styleId="Tekstpodstawowy2">
    <w:name w:val="Body Text 2"/>
    <w:basedOn w:val="Normalny"/>
    <w:link w:val="Tekstpodstawowy2Znak"/>
    <w:semiHidden/>
    <w:unhideWhenUsed/>
    <w:rsid w:val="008B3531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8B3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0A95-9AA6-40D0-82E4-1EE60B2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6</cp:revision>
  <cp:lastPrinted>2016-06-14T07:24:00Z</cp:lastPrinted>
  <dcterms:created xsi:type="dcterms:W3CDTF">2023-08-07T13:06:00Z</dcterms:created>
  <dcterms:modified xsi:type="dcterms:W3CDTF">2023-11-15T13:23:00Z</dcterms:modified>
</cp:coreProperties>
</file>